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EA41E" w14:textId="01F1A49C" w:rsidR="00425059" w:rsidRDefault="00257F82">
      <w:r>
        <w:t>14. November 2022</w:t>
      </w:r>
    </w:p>
    <w:p w14:paraId="4A0B1340" w14:textId="77777777" w:rsidR="00425059" w:rsidRDefault="00425059">
      <w:pPr>
        <w:pStyle w:val="uLinie"/>
        <w:pBdr>
          <w:bottom w:val="single" w:sz="4" w:space="1" w:color="auto"/>
        </w:pBdr>
      </w:pPr>
    </w:p>
    <w:p w14:paraId="25EE5DEF" w14:textId="77777777" w:rsidR="00425059" w:rsidRDefault="003F5544">
      <w:pPr>
        <w:pStyle w:val="Titre"/>
      </w:pPr>
      <w:r>
        <w:t>Anhörung</w:t>
      </w:r>
    </w:p>
    <w:p w14:paraId="449671F1" w14:textId="77777777" w:rsidR="00425059" w:rsidRDefault="00425059"/>
    <w:p w14:paraId="5A9DF567" w14:textId="12C09C69" w:rsidR="00425059" w:rsidRDefault="00257F82" w:rsidP="00BD3C57">
      <w:pPr>
        <w:pStyle w:val="Sous-titre"/>
        <w:rPr>
          <w:b/>
          <w:bCs w:val="0"/>
        </w:rPr>
      </w:pPr>
      <w:r>
        <w:rPr>
          <w:b/>
          <w:bCs w:val="0"/>
        </w:rPr>
        <w:t>Pferde</w:t>
      </w:r>
      <w:r w:rsidR="0091767B">
        <w:rPr>
          <w:b/>
          <w:bCs w:val="0"/>
        </w:rPr>
        <w:t>fachfrau</w:t>
      </w:r>
      <w:r>
        <w:rPr>
          <w:b/>
          <w:bCs w:val="0"/>
        </w:rPr>
        <w:t xml:space="preserve"> </w:t>
      </w:r>
      <w:r w:rsidR="0091767B">
        <w:rPr>
          <w:b/>
          <w:bCs w:val="0"/>
        </w:rPr>
        <w:t>EFZ</w:t>
      </w:r>
      <w:r>
        <w:rPr>
          <w:b/>
          <w:bCs w:val="0"/>
        </w:rPr>
        <w:t xml:space="preserve"> / Pferde</w:t>
      </w:r>
      <w:r w:rsidR="0091767B">
        <w:rPr>
          <w:b/>
          <w:bCs w:val="0"/>
        </w:rPr>
        <w:t>mann</w:t>
      </w:r>
      <w:r>
        <w:rPr>
          <w:b/>
          <w:bCs w:val="0"/>
        </w:rPr>
        <w:t xml:space="preserve"> E</w:t>
      </w:r>
      <w:r w:rsidR="0091767B">
        <w:rPr>
          <w:b/>
          <w:bCs w:val="0"/>
        </w:rPr>
        <w:t>FZ</w:t>
      </w:r>
    </w:p>
    <w:p w14:paraId="78DC5BDD" w14:textId="77777777" w:rsidR="00BD3C57" w:rsidRPr="00BD3C57" w:rsidRDefault="00BD3C57" w:rsidP="00BD3C57"/>
    <w:p w14:paraId="38BD1942" w14:textId="22865F11" w:rsidR="00425059" w:rsidRDefault="00425059">
      <w:pPr>
        <w:pStyle w:val="Titre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257F82">
        <w:rPr>
          <w:b/>
          <w:i w:val="0"/>
          <w:iCs w:val="0"/>
          <w:u w:val="single"/>
        </w:rPr>
        <w:t>3. Februar 2023</w:t>
      </w:r>
      <w:r>
        <w:rPr>
          <w:b/>
          <w:i w:val="0"/>
          <w:iCs w:val="0"/>
        </w:rPr>
        <w:t xml:space="preserve"> an </w:t>
      </w:r>
      <w:r w:rsidR="00257F82">
        <w:rPr>
          <w:b/>
          <w:i w:val="0"/>
          <w:iCs w:val="0"/>
        </w:rPr>
        <w:t>odile.fahmy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497EC913" w14:textId="77777777" w:rsidR="00425059" w:rsidRDefault="00425059">
      <w:pPr>
        <w:pStyle w:val="uLinie"/>
        <w:pBdr>
          <w:bottom w:val="single" w:sz="4" w:space="1" w:color="auto"/>
        </w:pBdr>
      </w:pPr>
    </w:p>
    <w:p w14:paraId="1FF4BE6A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ausschliesslich diese Vorlage.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</w:t>
      </w:r>
      <w:r>
        <w:t>l</w:t>
      </w:r>
      <w:r>
        <w:t>gende Punkte beachten:</w:t>
      </w:r>
    </w:p>
    <w:p w14:paraId="0B399A30" w14:textId="77777777" w:rsidR="00425059" w:rsidRDefault="00425059">
      <w:pPr>
        <w:jc w:val="both"/>
      </w:pPr>
    </w:p>
    <w:p w14:paraId="3BDCE75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24A3245C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B6A2A8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768ADA93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47F0278C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632A004C" w14:textId="77777777" w:rsidR="00425059" w:rsidRDefault="00425059">
      <w:pPr>
        <w:jc w:val="both"/>
        <w:rPr>
          <w:rFonts w:cs="Arial"/>
          <w:b/>
          <w:bCs/>
        </w:rPr>
      </w:pPr>
    </w:p>
    <w:p w14:paraId="5D5A46AA" w14:textId="77777777" w:rsidR="00425059" w:rsidRDefault="00425059">
      <w:pPr>
        <w:jc w:val="both"/>
      </w:pPr>
      <w:r>
        <w:t>Wie danken für Ihre Mitarbeit.</w:t>
      </w:r>
    </w:p>
    <w:p w14:paraId="6B55C68A" w14:textId="77777777" w:rsidR="00425059" w:rsidRDefault="00425059"/>
    <w:p w14:paraId="54AE93B8" w14:textId="77777777" w:rsidR="00425059" w:rsidRDefault="00425059">
      <w:pPr>
        <w:jc w:val="both"/>
        <w:rPr>
          <w:rFonts w:cs="Arial"/>
        </w:rPr>
      </w:pPr>
    </w:p>
    <w:p w14:paraId="4865CFC9" w14:textId="77777777" w:rsidR="00425059" w:rsidRDefault="00425059">
      <w:pPr>
        <w:jc w:val="both"/>
      </w:pPr>
    </w:p>
    <w:p w14:paraId="04E138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4F5371F6" w14:textId="77777777" w:rsidR="00425059" w:rsidRDefault="00425059">
      <w:pPr>
        <w:jc w:val="both"/>
      </w:pPr>
    </w:p>
    <w:p w14:paraId="4F47CB79" w14:textId="77777777" w:rsidR="00425059" w:rsidRDefault="00425059">
      <w:pPr>
        <w:jc w:val="both"/>
      </w:pPr>
    </w:p>
    <w:p w14:paraId="1055CA62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41DAE2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6776DC4D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55EE6BC2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36A8DFFF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07A61068" w14:textId="77777777" w:rsidR="00425059" w:rsidRPr="004D3F5B" w:rsidRDefault="00425059">
      <w:pPr>
        <w:rPr>
          <w:bCs/>
          <w:sz w:val="22"/>
          <w:szCs w:val="22"/>
        </w:rPr>
      </w:pPr>
    </w:p>
    <w:p w14:paraId="08D0264C" w14:textId="77777777" w:rsidR="00425059" w:rsidRPr="004D3F5B" w:rsidRDefault="00425059">
      <w:pPr>
        <w:pStyle w:val="Corpsdetexte3"/>
        <w:rPr>
          <w:sz w:val="22"/>
          <w:szCs w:val="22"/>
        </w:rPr>
      </w:pPr>
    </w:p>
    <w:p w14:paraId="3459F426" w14:textId="77777777" w:rsidR="00425059" w:rsidRPr="004D3F5B" w:rsidRDefault="00425059">
      <w:pPr>
        <w:jc w:val="both"/>
        <w:rPr>
          <w:sz w:val="22"/>
          <w:szCs w:val="22"/>
        </w:rPr>
      </w:pPr>
    </w:p>
    <w:p w14:paraId="79F814AB" w14:textId="77777777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</w:p>
    <w:p w14:paraId="3D3DCD2C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090DC6ED" w14:textId="77777777">
        <w:trPr>
          <w:trHeight w:val="521"/>
        </w:trPr>
        <w:tc>
          <w:tcPr>
            <w:tcW w:w="1017" w:type="dxa"/>
          </w:tcPr>
          <w:p w14:paraId="06F4DDF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7AF3089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Abs. &amp; Lit.</w:t>
            </w:r>
          </w:p>
        </w:tc>
        <w:tc>
          <w:tcPr>
            <w:tcW w:w="11910" w:type="dxa"/>
          </w:tcPr>
          <w:p w14:paraId="589C8E59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7095165C" w14:textId="77777777" w:rsidR="00425059" w:rsidRDefault="00425059">
      <w:pPr>
        <w:pStyle w:val="Titre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7CD1C2B1" w14:textId="77777777">
        <w:trPr>
          <w:trHeight w:val="521"/>
        </w:trPr>
        <w:tc>
          <w:tcPr>
            <w:tcW w:w="2127" w:type="dxa"/>
          </w:tcPr>
          <w:p w14:paraId="2287C45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4D839C9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4D1A162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1626F44B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5FF46276" w14:textId="77777777">
        <w:trPr>
          <w:trHeight w:val="521"/>
        </w:trPr>
        <w:tc>
          <w:tcPr>
            <w:tcW w:w="1017" w:type="dxa"/>
          </w:tcPr>
          <w:p w14:paraId="6F769B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43CC2F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1A10F53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179C3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67F77A7B" w14:textId="77777777">
        <w:trPr>
          <w:trHeight w:val="521"/>
        </w:trPr>
        <w:tc>
          <w:tcPr>
            <w:tcW w:w="1017" w:type="dxa"/>
          </w:tcPr>
          <w:p w14:paraId="3D722C1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0119B4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1E7E22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16A44BA" w14:textId="77777777">
        <w:trPr>
          <w:trHeight w:val="521"/>
        </w:trPr>
        <w:tc>
          <w:tcPr>
            <w:tcW w:w="1017" w:type="dxa"/>
          </w:tcPr>
          <w:p w14:paraId="1C22A09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777ADE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5564F3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1B2A50C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0AF63E23" w14:textId="77777777">
        <w:trPr>
          <w:trHeight w:val="521"/>
        </w:trPr>
        <w:tc>
          <w:tcPr>
            <w:tcW w:w="1017" w:type="dxa"/>
          </w:tcPr>
          <w:p w14:paraId="24DB6A4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0886C4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CAD99E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BA12F40" w14:textId="77777777">
        <w:trPr>
          <w:trHeight w:val="521"/>
        </w:trPr>
        <w:tc>
          <w:tcPr>
            <w:tcW w:w="1017" w:type="dxa"/>
          </w:tcPr>
          <w:p w14:paraId="23BA8AE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670612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04B810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22212AB" w14:textId="77777777">
        <w:trPr>
          <w:trHeight w:val="521"/>
        </w:trPr>
        <w:tc>
          <w:tcPr>
            <w:tcW w:w="1017" w:type="dxa"/>
          </w:tcPr>
          <w:p w14:paraId="019E77F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76C8CF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A693BA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7696635" w14:textId="77777777">
        <w:trPr>
          <w:trHeight w:val="521"/>
        </w:trPr>
        <w:tc>
          <w:tcPr>
            <w:tcW w:w="1017" w:type="dxa"/>
          </w:tcPr>
          <w:p w14:paraId="4032E8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C1E14B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90DF47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643D9158" w14:textId="77777777">
        <w:trPr>
          <w:trHeight w:val="521"/>
        </w:trPr>
        <w:tc>
          <w:tcPr>
            <w:tcW w:w="1017" w:type="dxa"/>
          </w:tcPr>
          <w:p w14:paraId="4182D05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527EEE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A91538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0805C5F" w14:textId="77777777">
        <w:trPr>
          <w:trHeight w:val="521"/>
        </w:trPr>
        <w:tc>
          <w:tcPr>
            <w:tcW w:w="1017" w:type="dxa"/>
          </w:tcPr>
          <w:p w14:paraId="28FDC51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2A7FFC2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AF9E9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15C11B4" w14:textId="77777777">
        <w:trPr>
          <w:trHeight w:val="521"/>
        </w:trPr>
        <w:tc>
          <w:tcPr>
            <w:tcW w:w="1017" w:type="dxa"/>
          </w:tcPr>
          <w:p w14:paraId="4764862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67C21C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13286FF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48817DE" w14:textId="77777777">
        <w:trPr>
          <w:trHeight w:val="521"/>
        </w:trPr>
        <w:tc>
          <w:tcPr>
            <w:tcW w:w="1017" w:type="dxa"/>
          </w:tcPr>
          <w:p w14:paraId="141FD7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24AE0E8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4712A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D40AB89" w14:textId="77777777">
        <w:trPr>
          <w:trHeight w:val="521"/>
        </w:trPr>
        <w:tc>
          <w:tcPr>
            <w:tcW w:w="1017" w:type="dxa"/>
          </w:tcPr>
          <w:p w14:paraId="340876B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3BF26D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1742EB1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3501A819" w14:textId="77777777" w:rsidR="00425059" w:rsidRDefault="00425059"/>
    <w:p w14:paraId="1B9A8E57" w14:textId="77777777" w:rsidR="00425059" w:rsidRDefault="00425059"/>
    <w:p w14:paraId="13536F7B" w14:textId="77777777" w:rsidR="00425059" w:rsidRDefault="00425059"/>
    <w:p w14:paraId="02E88D4A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2E810DED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p w14:paraId="27FFFFDD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425059" w14:paraId="55461829" w14:textId="77777777">
        <w:tc>
          <w:tcPr>
            <w:tcW w:w="1242" w:type="dxa"/>
          </w:tcPr>
          <w:p w14:paraId="230785B2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72A0D148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1E89AC46" w14:textId="77777777" w:rsidR="00425059" w:rsidRDefault="00425059">
            <w:pPr>
              <w:pStyle w:val="Titre5"/>
              <w:tabs>
                <w:tab w:val="left" w:pos="1134"/>
              </w:tabs>
            </w:pPr>
            <w:r>
              <w:t>Bemerkung / Empfehlung</w:t>
            </w:r>
          </w:p>
          <w:p w14:paraId="22A2A9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7D19BC46" w14:textId="77777777" w:rsidR="00425059" w:rsidRDefault="00425059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425059" w14:paraId="6DB947DE" w14:textId="77777777">
        <w:tc>
          <w:tcPr>
            <w:tcW w:w="1246" w:type="dxa"/>
          </w:tcPr>
          <w:p w14:paraId="5F58D266" w14:textId="77777777" w:rsidR="00425059" w:rsidRDefault="00425059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6D8C6E6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3F73DC4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5AD663A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425059" w14:paraId="34D7A6CE" w14:textId="77777777">
        <w:tc>
          <w:tcPr>
            <w:tcW w:w="1246" w:type="dxa"/>
          </w:tcPr>
          <w:p w14:paraId="7806FFD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F90CB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30E04C6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7DF19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0883293" w14:textId="77777777">
        <w:tc>
          <w:tcPr>
            <w:tcW w:w="1246" w:type="dxa"/>
          </w:tcPr>
          <w:p w14:paraId="5026F3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01552DC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3BC935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12200D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B1D0337" w14:textId="77777777">
        <w:tc>
          <w:tcPr>
            <w:tcW w:w="1246" w:type="dxa"/>
          </w:tcPr>
          <w:p w14:paraId="0408D06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130A0B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21927D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BF402D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140D51B1" w14:textId="77777777">
        <w:tc>
          <w:tcPr>
            <w:tcW w:w="1246" w:type="dxa"/>
          </w:tcPr>
          <w:p w14:paraId="13110F0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107B36C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1F1F81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1AC85FB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FCA37B8" w14:textId="77777777">
        <w:tc>
          <w:tcPr>
            <w:tcW w:w="1246" w:type="dxa"/>
          </w:tcPr>
          <w:p w14:paraId="5E03B51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4F46F94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0D56B3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467FCC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47642772" w14:textId="77777777">
        <w:tc>
          <w:tcPr>
            <w:tcW w:w="1246" w:type="dxa"/>
          </w:tcPr>
          <w:p w14:paraId="7BC84A3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4DD4C91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73299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B30BA3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10945A74" w14:textId="77777777">
        <w:tc>
          <w:tcPr>
            <w:tcW w:w="1246" w:type="dxa"/>
          </w:tcPr>
          <w:p w14:paraId="684A101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7C5712D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37BE5C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32AEB5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52BEDDE9" w14:textId="77777777">
        <w:tc>
          <w:tcPr>
            <w:tcW w:w="1246" w:type="dxa"/>
          </w:tcPr>
          <w:p w14:paraId="265EDDC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206FA3C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5EB5D9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1714D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7F542695" w14:textId="77777777" w:rsidR="00425059" w:rsidRDefault="00425059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5A591465" w14:textId="77777777" w:rsidR="00425059" w:rsidRDefault="00425059">
      <w:pPr>
        <w:tabs>
          <w:tab w:val="left" w:pos="4500"/>
          <w:tab w:val="left" w:pos="9180"/>
          <w:tab w:val="left" w:pos="12240"/>
        </w:tabs>
      </w:pPr>
    </w:p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6477" w14:textId="77777777" w:rsidR="007B35A0" w:rsidRDefault="007B35A0">
      <w:r>
        <w:separator/>
      </w:r>
    </w:p>
  </w:endnote>
  <w:endnote w:type="continuationSeparator" w:id="0">
    <w:p w14:paraId="7E0955D5" w14:textId="77777777" w:rsidR="007B35A0" w:rsidRDefault="007B3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4D6526B9" w14:textId="77777777">
      <w:trPr>
        <w:cantSplit/>
      </w:trPr>
      <w:tc>
        <w:tcPr>
          <w:tcW w:w="9611" w:type="dxa"/>
          <w:gridSpan w:val="2"/>
          <w:vAlign w:val="bottom"/>
        </w:tcPr>
        <w:p w14:paraId="416B533D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49E31D5C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C8B5FB3" w14:textId="77777777" w:rsidR="00021526" w:rsidRDefault="00021526">
          <w:pPr>
            <w:pStyle w:val="Pfad"/>
          </w:pPr>
        </w:p>
      </w:tc>
    </w:tr>
  </w:tbl>
  <w:p w14:paraId="28EA2944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0496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040AF" w14:textId="77777777" w:rsidR="007B35A0" w:rsidRDefault="007B35A0">
      <w:r>
        <w:separator/>
      </w:r>
    </w:p>
  </w:footnote>
  <w:footnote w:type="continuationSeparator" w:id="0">
    <w:p w14:paraId="0DA07371" w14:textId="77777777" w:rsidR="007B35A0" w:rsidRDefault="007B3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61A26069" w14:textId="77777777">
      <w:trPr>
        <w:cantSplit/>
        <w:trHeight w:hRule="exact" w:val="705"/>
      </w:trPr>
      <w:tc>
        <w:tcPr>
          <w:tcW w:w="9809" w:type="dxa"/>
          <w:gridSpan w:val="2"/>
        </w:tcPr>
        <w:p w14:paraId="6917E5B3" w14:textId="2A962D50" w:rsidR="00021526" w:rsidRDefault="0066119E">
          <w:pPr>
            <w:pStyle w:val="Logo"/>
          </w:pPr>
          <w:r>
            <w:drawing>
              <wp:inline distT="0" distB="0" distL="0" distR="0" wp14:anchorId="51B357AF" wp14:editId="5C6BB1F0">
                <wp:extent cx="285750" cy="314325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4D3EFC6" w14:textId="77777777" w:rsidR="00021526" w:rsidRDefault="00021526">
          <w:pPr>
            <w:pStyle w:val="Logo"/>
          </w:pPr>
        </w:p>
      </w:tc>
    </w:tr>
    <w:tr w:rsidR="00021526" w14:paraId="4A79D421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2D59820C" w14:textId="77777777" w:rsidR="00021526" w:rsidRDefault="00021526">
          <w:pPr>
            <w:pStyle w:val="KopfFett"/>
          </w:pPr>
        </w:p>
        <w:p w14:paraId="5DDEE165" w14:textId="77777777" w:rsidR="00021526" w:rsidRDefault="00021526">
          <w:pPr>
            <w:pStyle w:val="En-tte"/>
          </w:pPr>
        </w:p>
      </w:tc>
    </w:tr>
  </w:tbl>
  <w:p w14:paraId="3ECBDA2B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70731A84" w14:textId="77777777">
      <w:trPr>
        <w:cantSplit/>
        <w:trHeight w:hRule="exact" w:val="1980"/>
      </w:trPr>
      <w:tc>
        <w:tcPr>
          <w:tcW w:w="4848" w:type="dxa"/>
        </w:tcPr>
        <w:p w14:paraId="725B38DA" w14:textId="714ED277" w:rsidR="00021526" w:rsidRDefault="0066119E">
          <w:pPr>
            <w:pStyle w:val="Logo"/>
          </w:pPr>
          <w:r>
            <w:drawing>
              <wp:inline distT="0" distB="0" distL="0" distR="0" wp14:anchorId="6837C4D1" wp14:editId="057B96A4">
                <wp:extent cx="2057400" cy="657225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0A0E8CD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280FBFA4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7F37AEC5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1638C49D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1ADB770E" w14:textId="77777777" w:rsidR="00021526" w:rsidRDefault="00936E68" w:rsidP="0003140D">
          <w:pPr>
            <w:pStyle w:val="En-tte"/>
          </w:pPr>
          <w:r>
            <w:t>Berufs- und Weiterbildung</w:t>
          </w:r>
        </w:p>
      </w:tc>
    </w:tr>
  </w:tbl>
  <w:p w14:paraId="0ACD3045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4"/>
  </w:num>
  <w:num w:numId="4">
    <w:abstractNumId w:val="1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0"/>
  </w:num>
  <w:num w:numId="17">
    <w:abstractNumId w:val="13"/>
  </w:num>
  <w:num w:numId="18">
    <w:abstractNumId w:val="22"/>
  </w:num>
  <w:num w:numId="19">
    <w:abstractNumId w:val="23"/>
  </w:num>
  <w:num w:numId="20">
    <w:abstractNumId w:val="16"/>
  </w:num>
  <w:num w:numId="21">
    <w:abstractNumId w:val="19"/>
  </w:num>
  <w:num w:numId="22">
    <w:abstractNumId w:val="20"/>
  </w:num>
  <w:num w:numId="23">
    <w:abstractNumId w:val="14"/>
  </w:num>
  <w:num w:numId="24">
    <w:abstractNumId w:val="1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136B6C"/>
    <w:rsid w:val="00190164"/>
    <w:rsid w:val="001E1519"/>
    <w:rsid w:val="001F1979"/>
    <w:rsid w:val="00257F82"/>
    <w:rsid w:val="00381865"/>
    <w:rsid w:val="003F5544"/>
    <w:rsid w:val="00425059"/>
    <w:rsid w:val="00492DC2"/>
    <w:rsid w:val="004D3F5B"/>
    <w:rsid w:val="005046B3"/>
    <w:rsid w:val="0055245F"/>
    <w:rsid w:val="0066119E"/>
    <w:rsid w:val="00661C25"/>
    <w:rsid w:val="006A1CBD"/>
    <w:rsid w:val="007B35A0"/>
    <w:rsid w:val="007E1AC2"/>
    <w:rsid w:val="0091767B"/>
    <w:rsid w:val="00936E68"/>
    <w:rsid w:val="0098072B"/>
    <w:rsid w:val="009A56C0"/>
    <w:rsid w:val="009A597E"/>
    <w:rsid w:val="00A0140F"/>
    <w:rsid w:val="00A11273"/>
    <w:rsid w:val="00A22801"/>
    <w:rsid w:val="00A416C4"/>
    <w:rsid w:val="00A4529E"/>
    <w:rsid w:val="00BD3C57"/>
    <w:rsid w:val="00C96DA3"/>
    <w:rsid w:val="00D07909"/>
    <w:rsid w:val="00D71244"/>
    <w:rsid w:val="00D93006"/>
    <w:rsid w:val="00E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44A46D69"/>
  <w15:chartTrackingRefBased/>
  <w15:docId w15:val="{8A678ED9-7D25-4BFD-B309-9D0A4D458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lang w:val="de-CH" w:eastAsia="de-CH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Titre6">
    <w:name w:val="heading 6"/>
    <w:basedOn w:val="Normal"/>
    <w:next w:val="Normal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  <w:lang w:val="de-CH" w:eastAsia="de-CH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szCs w:val="24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paragraph" w:customStyle="1" w:styleId="Form">
    <w:name w:val="Form"/>
    <w:basedOn w:val="Normal"/>
    <w:rPr>
      <w:sz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4"/>
      <w:lang w:val="en-GB" w:eastAsia="en-US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  <w:rPr>
      <w:szCs w:val="24"/>
      <w:lang w:eastAsia="en-US"/>
    </w:rPr>
  </w:style>
  <w:style w:type="paragraph" w:styleId="Corpsdetexte2">
    <w:name w:val="Body Text 2"/>
    <w:basedOn w:val="Normal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4"/>
      <w:lang w:eastAsia="de-DE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val="de-CH"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val="de-CH"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val="de-CH" w:eastAsia="de-DE"/>
    </w:rPr>
  </w:style>
  <w:style w:type="paragraph" w:styleId="Textedebulles">
    <w:name w:val="Balloon Text"/>
    <w:basedOn w:val="Normal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</w:rPr>
  </w:style>
  <w:style w:type="character" w:styleId="Appelnotedebasdep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Notedebasdepage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val="de-CH" w:eastAsia="de-DE"/>
    </w:rPr>
  </w:style>
  <w:style w:type="paragraph" w:customStyle="1" w:styleId="zzKopfDept">
    <w:name w:val="zz KopfDept"/>
    <w:next w:val="Normal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de-CH" w:eastAsia="de-CH"/>
    </w:rPr>
  </w:style>
  <w:style w:type="paragraph" w:customStyle="1" w:styleId="zzKopfFett">
    <w:name w:val="zz KopfFett"/>
    <w:next w:val="En-tte"/>
    <w:rsid w:val="00D93006"/>
    <w:pPr>
      <w:suppressAutoHyphens/>
      <w:spacing w:line="200" w:lineRule="atLeast"/>
    </w:pPr>
    <w:rPr>
      <w:rFonts w:ascii="Arial" w:hAnsi="Arial"/>
      <w:b/>
      <w:noProof/>
      <w:sz w:val="15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151</Words>
  <Characters>18756</Characters>
  <Application>Microsoft Office Word</Application>
  <DocSecurity>0</DocSecurity>
  <Lines>156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Fahmy Odile SBFI</cp:lastModifiedBy>
  <cp:revision>3</cp:revision>
  <cp:lastPrinted>2009-02-17T09:42:00Z</cp:lastPrinted>
  <dcterms:created xsi:type="dcterms:W3CDTF">2022-11-07T09:29:00Z</dcterms:created>
  <dcterms:modified xsi:type="dcterms:W3CDTF">2022-11-07T09:32:00Z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</Properties>
</file>