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1ECABB68" w:rsidR="00425059" w:rsidRDefault="00FD3959">
      <w:r>
        <w:t>30.04.2025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Default="00425059"/>
    <w:p w14:paraId="15509EBA" w14:textId="6CEC4915" w:rsidR="00425059" w:rsidRDefault="00FD3959" w:rsidP="00BD3C57">
      <w:pPr>
        <w:pStyle w:val="Sous-titre"/>
        <w:rPr>
          <w:b/>
          <w:bCs w:val="0"/>
        </w:rPr>
      </w:pPr>
      <w:r w:rsidRPr="00FD3959">
        <w:rPr>
          <w:b/>
          <w:bCs w:val="0"/>
        </w:rPr>
        <w:t>Anlagenführerin EFZ / Anlagenführer EFZ</w:t>
      </w:r>
    </w:p>
    <w:p w14:paraId="50E5EFE7" w14:textId="77777777" w:rsidR="00BD3C57" w:rsidRPr="00BD3C57" w:rsidRDefault="00BD3C57" w:rsidP="00BD3C57"/>
    <w:p w14:paraId="203162D0" w14:textId="3356C5D9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FD3959">
        <w:rPr>
          <w:b/>
          <w:i w:val="0"/>
          <w:iCs w:val="0"/>
          <w:u w:val="single"/>
        </w:rPr>
        <w:t>30.06.2025</w:t>
      </w:r>
      <w:r>
        <w:rPr>
          <w:b/>
          <w:i w:val="0"/>
          <w:iCs w:val="0"/>
        </w:rPr>
        <w:t xml:space="preserve"> an </w:t>
      </w:r>
      <w:r w:rsidR="00FD3959">
        <w:rPr>
          <w:b/>
          <w:i w:val="0"/>
          <w:iCs w:val="0"/>
        </w:rPr>
        <w:t>michel.fior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ausschliesslich diese Vorlage.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 &amp; Lit.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Titre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Titre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99066" w14:textId="77777777" w:rsidR="00B67E4A" w:rsidRDefault="00B67E4A">
      <w:r>
        <w:separator/>
      </w:r>
    </w:p>
  </w:endnote>
  <w:endnote w:type="continuationSeparator" w:id="0">
    <w:p w14:paraId="15270201" w14:textId="77777777" w:rsidR="00B67E4A" w:rsidRDefault="00B6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C746B" w14:textId="77777777" w:rsidR="00B67E4A" w:rsidRDefault="00B67E4A">
      <w:r>
        <w:separator/>
      </w:r>
    </w:p>
  </w:footnote>
  <w:footnote w:type="continuationSeparator" w:id="0">
    <w:p w14:paraId="35CB43B9" w14:textId="77777777" w:rsidR="00B67E4A" w:rsidRDefault="00B67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77777777" w:rsidR="00021526" w:rsidRDefault="00FD3959">
          <w:pPr>
            <w:pStyle w:val="Logo"/>
          </w:pPr>
          <w:r>
            <w:pict w14:anchorId="1A735C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.5pt;height:24.75pt">
                <v:imagedata r:id="rId1" o:title="Logo_sw_wappen"/>
              </v:shape>
            </w:pict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77777777" w:rsidR="00021526" w:rsidRDefault="00FD3959">
          <w:pPr>
            <w:pStyle w:val="Logo"/>
          </w:pPr>
          <w:r>
            <w:pict w14:anchorId="45604C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pt;height:51.75pt">
                <v:imagedata r:id="rId1" o:title="Logo_sw"/>
              </v:shape>
            </w:pict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NotTrackMoves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E1519"/>
    <w:rsid w:val="001F1979"/>
    <w:rsid w:val="00301EFC"/>
    <w:rsid w:val="003508D7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7B35A0"/>
    <w:rsid w:val="007E1AC2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A733BF"/>
    <w:rsid w:val="00B67E4A"/>
    <w:rsid w:val="00BD3C57"/>
    <w:rsid w:val="00C37D22"/>
    <w:rsid w:val="00C96DA3"/>
    <w:rsid w:val="00D07909"/>
    <w:rsid w:val="00D71244"/>
    <w:rsid w:val="00D93006"/>
    <w:rsid w:val="00EC5716"/>
    <w:rsid w:val="00FD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CH" w:eastAsia="de-CH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de-CH" w:eastAsia="de-CH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2907</Words>
  <Characters>15992</Characters>
  <Application>Microsoft Office Word</Application>
  <DocSecurity>0</DocSecurity>
  <Lines>133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Fior Michel</cp:lastModifiedBy>
  <cp:revision>3</cp:revision>
  <cp:lastPrinted>2009-02-17T09:42:00Z</cp:lastPrinted>
  <dcterms:created xsi:type="dcterms:W3CDTF">2025-01-10T14:21:00Z</dcterms:created>
  <dcterms:modified xsi:type="dcterms:W3CDTF">2025-04-16T13:06:00Z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